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</w:p>
    <w:p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866"/>
        <w:gridCol w:w="1866"/>
        <w:gridCol w:w="1867"/>
        <w:gridCol w:w="1866"/>
        <w:gridCol w:w="1866"/>
        <w:gridCol w:w="1867"/>
      </w:tblGrid>
      <w:tr w:rsidR="005453F8" w:rsidRPr="007C7034" w:rsidTr="009739B0">
        <w:trPr>
          <w:cantSplit/>
        </w:trPr>
        <w:tc>
          <w:tcPr>
            <w:tcW w:w="3828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="00376DB9"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</w:p>
        </w:tc>
        <w:tc>
          <w:tcPr>
            <w:tcW w:w="1867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7034">
              <w:rPr>
                <w:b/>
                <w:sz w:val="24"/>
                <w:szCs w:val="24"/>
              </w:rPr>
              <w:t>Редукцион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</w:p>
        </w:tc>
        <w:tc>
          <w:tcPr>
            <w:tcW w:w="1867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Закупка у единственного поставщика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812EF" w:rsidRPr="007C7034" w:rsidRDefault="005812EF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F5793E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</w:t>
            </w:r>
            <w:r w:rsidR="00376DB9" w:rsidRPr="007C7034">
              <w:rPr>
                <w:sz w:val="24"/>
                <w:szCs w:val="24"/>
              </w:rPr>
              <w:t>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812EF" w:rsidRPr="007C7034" w:rsidRDefault="005812EF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</w:tcPr>
          <w:p w:rsidR="005812EF" w:rsidRPr="007C7034" w:rsidRDefault="00F5793E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F5F37" w:rsidRPr="007C7034" w:rsidRDefault="005F5F37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</w:tcPr>
          <w:p w:rsidR="005F5F37" w:rsidRPr="007C7034" w:rsidRDefault="00F5793E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376DB9" w:rsidRPr="007C7034" w:rsidRDefault="00376DB9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Постквалификация</w:t>
            </w:r>
            <w:proofErr w:type="spellEnd"/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</w:tcPr>
          <w:p w:rsidR="00376DB9" w:rsidRPr="007C7034" w:rsidRDefault="00964B05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376DB9" w:rsidRPr="007C7034" w:rsidRDefault="00376DB9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</w:tcPr>
          <w:p w:rsidR="00376DB9" w:rsidRPr="007C7034" w:rsidRDefault="00964B05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tr w:rsidR="00CE49C0" w:rsidRPr="007C7034" w:rsidTr="009739B0">
        <w:trPr>
          <w:cantSplit/>
          <w:trHeight w:val="874"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i/>
                <w:sz w:val="24"/>
                <w:szCs w:val="24"/>
              </w:rPr>
              <w:t>(10.14 </w:t>
            </w:r>
            <w:proofErr w:type="spellStart"/>
            <w:r w:rsidRPr="007C7034">
              <w:rPr>
                <w:i/>
                <w:sz w:val="24"/>
                <w:szCs w:val="24"/>
              </w:rPr>
              <w:t>ПоЗ</w:t>
            </w:r>
            <w:proofErr w:type="spellEnd"/>
            <w:r w:rsidRPr="007C703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7C7034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B0" w:rsidRDefault="009739B0">
      <w:r>
        <w:separator/>
      </w:r>
    </w:p>
  </w:endnote>
  <w:endnote w:type="continuationSeparator" w:id="0">
    <w:p w:rsidR="009739B0" w:rsidRDefault="009739B0">
      <w:r>
        <w:continuationSeparator/>
      </w:r>
    </w:p>
  </w:endnote>
  <w:endnote w:type="continuationNotice" w:id="1">
    <w:p w:rsidR="009739B0" w:rsidRDefault="00973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EndPr/>
    <w:sdtContent>
      <w:p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0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EndPr/>
    <w:sdtContent>
      <w:p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E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B0" w:rsidRDefault="009739B0">
      <w:r>
        <w:separator/>
      </w:r>
    </w:p>
  </w:footnote>
  <w:footnote w:type="continuationSeparator" w:id="0">
    <w:p w:rsidR="009739B0" w:rsidRDefault="009739B0">
      <w:r>
        <w:continuationSeparator/>
      </w:r>
    </w:p>
  </w:footnote>
  <w:footnote w:type="continuationNotice" w:id="1">
    <w:p w:rsidR="009739B0" w:rsidRDefault="009739B0"/>
  </w:footnote>
  <w:footnote w:id="2">
    <w:p w:rsidR="009739B0" w:rsidRDefault="009739B0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d74711da-d36c-457d-8d62-0a93a8b2660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E1DD13-8CDC-4422-A772-03DDB5CE6C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EBE532-79D9-4F0E-AD78-B0E63F52431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CF2A9A-8061-4B6F-9A83-E78E1641712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76D9DFE6-696B-4B54-B649-34958814ED7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DE375B2-5CE9-4D35-A526-EA260FF0D86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5439161-4925-4556-AC31-A6E4CA07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Плиопайте Вилия Антано</cp:lastModifiedBy>
  <cp:revision>2</cp:revision>
  <cp:lastPrinted>2016-06-08T09:14:00Z</cp:lastPrinted>
  <dcterms:created xsi:type="dcterms:W3CDTF">2016-10-25T09:09:00Z</dcterms:created>
  <dcterms:modified xsi:type="dcterms:W3CDTF">2016-10-25T09:09:00Z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